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CD3" w:rsidRDefault="00756CD3" w:rsidP="000B5C4B"/>
    <w:p w:rsidR="00756CD3" w:rsidRDefault="00756CD3" w:rsidP="000B5C4B">
      <w:pPr>
        <w:rPr>
          <w:sz w:val="56"/>
        </w:rPr>
      </w:pPr>
      <w:r>
        <w:rPr>
          <w:sz w:val="56"/>
        </w:rPr>
        <w:t>Dear God</w:t>
      </w:r>
    </w:p>
    <w:p w:rsidR="00756CD3" w:rsidRDefault="00756CD3" w:rsidP="00AE2D45">
      <w:pPr>
        <w:rPr>
          <w:sz w:val="40"/>
          <w:szCs w:val="40"/>
        </w:rPr>
      </w:pPr>
      <w:r w:rsidRPr="00AE2D45">
        <w:rPr>
          <w:sz w:val="40"/>
          <w:szCs w:val="40"/>
        </w:rPr>
        <w:t xml:space="preserve">This is me an eagle, I'm going to tell you a short story about a new being on the earth. In my first day flying around the garden, I saw a strange creature. The creature looks like a smart being. Always that being is touching everything next it. Its act is like a curious being. On the sun set I went to sleep on my branch home. Then I wake up next day early in the morning before the dawn. I was seeking the same creature that I saw before on the earth, suddenly it was hiding beside a green tree. The creature wants to catch a rabbit, but the rabbit was too fast. Then the being jump up trying to get on its hands the rabbit. But the being was wasting its time. In one second the rabbit disappeared running away. My lord those creatures created by you, are so wonderful for me. Now I going to stop of spying the being, and I will go to fly through the soft breeze on the garden.  </w:t>
      </w:r>
    </w:p>
    <w:p w:rsidR="00756CD3" w:rsidRDefault="00756CD3" w:rsidP="00AE2D45">
      <w:pPr>
        <w:rPr>
          <w:sz w:val="40"/>
          <w:szCs w:val="40"/>
        </w:rPr>
      </w:pPr>
      <w:r>
        <w:rPr>
          <w:sz w:val="40"/>
          <w:szCs w:val="40"/>
        </w:rPr>
        <w:t xml:space="preserve">                                                                            Grateful:</w:t>
      </w:r>
    </w:p>
    <w:p w:rsidR="00756CD3" w:rsidRDefault="00756CD3" w:rsidP="00AE2D45">
      <w:pPr>
        <w:rPr>
          <w:sz w:val="40"/>
          <w:szCs w:val="40"/>
        </w:rPr>
      </w:pPr>
      <w:r>
        <w:rPr>
          <w:sz w:val="40"/>
          <w:szCs w:val="40"/>
        </w:rPr>
        <w:t xml:space="preserve">                                                                            The Eagle </w:t>
      </w:r>
    </w:p>
    <w:p w:rsidR="00756CD3" w:rsidRPr="00DD00F1" w:rsidRDefault="00756CD3" w:rsidP="00AE2D45">
      <w:pPr>
        <w:rPr>
          <w:sz w:val="40"/>
          <w:szCs w:val="40"/>
        </w:rPr>
      </w:pPr>
      <w:r>
        <w:rPr>
          <w:sz w:val="40"/>
          <w:szCs w:val="40"/>
        </w:rPr>
        <w:t xml:space="preserve">                                                                 </w:t>
      </w:r>
    </w:p>
    <w:sectPr w:rsidR="00756CD3" w:rsidRPr="00DD00F1" w:rsidSect="008571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C4B"/>
    <w:rsid w:val="00023BDC"/>
    <w:rsid w:val="000B5C4B"/>
    <w:rsid w:val="006E7F74"/>
    <w:rsid w:val="00756CD3"/>
    <w:rsid w:val="008571D6"/>
    <w:rsid w:val="009B6A54"/>
    <w:rsid w:val="00AE2D45"/>
    <w:rsid w:val="00DD00F1"/>
    <w:rsid w:val="00ED4E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1D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168</Words>
  <Characters>964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God</dc:title>
  <dc:subject/>
  <dc:creator>Irene</dc:creator>
  <cp:keywords/>
  <dc:description/>
  <cp:lastModifiedBy>Lawrence Public Schools</cp:lastModifiedBy>
  <cp:revision>2</cp:revision>
  <dcterms:created xsi:type="dcterms:W3CDTF">2012-06-11T18:21:00Z</dcterms:created>
  <dcterms:modified xsi:type="dcterms:W3CDTF">2012-06-11T18:21:00Z</dcterms:modified>
</cp:coreProperties>
</file>